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1"/>
        <w:tblW w:w="57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72" w:type="dxa"/>
        </w:tblCellMar>
        <w:tblLook w:val="0600" w:firstRow="0" w:lastRow="0" w:firstColumn="0" w:lastColumn="0" w:noHBand="1" w:noVBand="1"/>
        <w:tblDescription w:val="Menu layout table"/>
      </w:tblPr>
      <w:tblGrid>
        <w:gridCol w:w="2520"/>
        <w:gridCol w:w="6552"/>
      </w:tblGrid>
      <w:tr w:rsidR="00F4752F" w:rsidRPr="00B23D14" w:rsidTr="00EA79DD">
        <w:trPr>
          <w:trHeight w:hRule="exact" w:val="1800"/>
          <w:tblHeader/>
        </w:trPr>
        <w:tc>
          <w:tcPr>
            <w:tcW w:w="2520" w:type="dxa"/>
          </w:tcPr>
          <w:p w:rsidR="00F4752F" w:rsidRDefault="00EA79DD" w:rsidP="001D5AA6">
            <w:pPr>
              <w:pStyle w:val="Title"/>
            </w:pPr>
            <w:r>
              <w:pict>
                <v:shape id="_x0000_i1076" type="#_x0000_t75" style="width:83.55pt;height:83.55pt;visibility:visible;mso-wrap-style:square">
                  <v:imagedata r:id="rId10" o:title=""/>
                </v:shape>
              </w:pict>
            </w:r>
          </w:p>
          <w:p w:rsidR="00A241A7" w:rsidRPr="00B23D14" w:rsidRDefault="00A241A7" w:rsidP="001D5AA6">
            <w:pPr>
              <w:pStyle w:val="Title"/>
            </w:pPr>
          </w:p>
        </w:tc>
        <w:tc>
          <w:tcPr>
            <w:tcW w:w="6552" w:type="dxa"/>
            <w:tcMar>
              <w:left w:w="648" w:type="dxa"/>
            </w:tcMar>
          </w:tcPr>
          <w:p w:rsidR="00545036" w:rsidRDefault="001D5AA6" w:rsidP="00545036">
            <w:pPr>
              <w:pStyle w:val="EventName"/>
              <w:rPr>
                <w:b/>
                <w:sz w:val="40"/>
                <w:szCs w:val="40"/>
              </w:rPr>
            </w:pPr>
            <w:r w:rsidRPr="000A09E9">
              <w:rPr>
                <w:b/>
                <w:sz w:val="40"/>
                <w:szCs w:val="40"/>
              </w:rPr>
              <w:t>Whanganui East School</w:t>
            </w:r>
          </w:p>
          <w:p w:rsidR="001D5AA6" w:rsidRPr="00545036" w:rsidRDefault="001D5AA6" w:rsidP="00545036">
            <w:pPr>
              <w:pStyle w:val="EventName"/>
            </w:pPr>
            <w:r w:rsidRPr="000A09E9">
              <w:rPr>
                <w:b/>
                <w:sz w:val="40"/>
                <w:szCs w:val="40"/>
              </w:rPr>
              <w:t>Learner</w:t>
            </w:r>
            <w:r w:rsidR="000A09E9">
              <w:rPr>
                <w:b/>
                <w:sz w:val="40"/>
                <w:szCs w:val="40"/>
              </w:rPr>
              <w:t>’</w:t>
            </w:r>
            <w:r w:rsidRPr="000A09E9">
              <w:rPr>
                <w:b/>
                <w:sz w:val="40"/>
                <w:szCs w:val="40"/>
              </w:rPr>
              <w:t>s Profile</w:t>
            </w:r>
          </w:p>
        </w:tc>
      </w:tr>
      <w:tr w:rsidR="00A241A7" w:rsidRPr="00B23D14" w:rsidTr="00EA79DD">
        <w:trPr>
          <w:trHeight w:hRule="exact" w:val="1800"/>
          <w:tblHeader/>
        </w:trPr>
        <w:tc>
          <w:tcPr>
            <w:tcW w:w="2520" w:type="dxa"/>
          </w:tcPr>
          <w:p w:rsidR="00A241A7" w:rsidRDefault="000A09E9" w:rsidP="001D5AA6">
            <w:pPr>
              <w:pStyle w:val="Title"/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BC7620" wp14:editId="710C9837">
                      <wp:simplePos x="0" y="0"/>
                      <wp:positionH relativeFrom="column">
                        <wp:posOffset>-321006</wp:posOffset>
                      </wp:positionH>
                      <wp:positionV relativeFrom="paragraph">
                        <wp:posOffset>530879</wp:posOffset>
                      </wp:positionV>
                      <wp:extent cx="1685925" cy="590550"/>
                      <wp:effectExtent l="0" t="0" r="9525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41A7" w:rsidRDefault="000A09E9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Attitude</w:t>
                                  </w:r>
                                </w:p>
                                <w:p w:rsidR="000A09E9" w:rsidRPr="00EA79DD" w:rsidRDefault="000A09E9">
                                  <w:pPr>
                                    <w:rPr>
                                      <w:b/>
                                      <w:i/>
                                      <w:lang w:val="en-NZ"/>
                                    </w:rPr>
                                  </w:pPr>
                                  <w:r w:rsidRPr="00EA79DD">
                                    <w:rPr>
                                      <w:b/>
                                      <w:i/>
                                      <w:lang w:val="en-NZ"/>
                                    </w:rPr>
                                    <w:t>Be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BC76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margin-left:-25.3pt;margin-top:41.8pt;width:132.7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" fillcolor="white [3201]" stroked="f" strokeweight=".5pt">
                      <v:textbox>
                        <w:txbxContent>
                          <w:p w:rsidR="00A241A7" w:rsidRDefault="000A09E9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Attitude</w:t>
                            </w:r>
                          </w:p>
                          <w:p w:rsidR="000A09E9" w:rsidRPr="00EA79DD" w:rsidRDefault="000A09E9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Be Positive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241A7" w:rsidRPr="00064FCA" w:rsidRDefault="00A241A7" w:rsidP="001D5AA6">
            <w:pPr>
              <w:pStyle w:val="Title"/>
            </w:pPr>
          </w:p>
        </w:tc>
        <w:tc>
          <w:tcPr>
            <w:tcW w:w="6552" w:type="dxa"/>
            <w:tcMar>
              <w:left w:w="648" w:type="dxa"/>
            </w:tcMar>
          </w:tcPr>
          <w:p w:rsidR="00970400" w:rsidRDefault="000A09E9" w:rsidP="00545036">
            <w:pPr>
              <w:pStyle w:val="EventName"/>
              <w:rPr>
                <w:b/>
                <w:sz w:val="28"/>
                <w:szCs w:val="28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387A15" wp14:editId="10B03419">
                      <wp:simplePos x="0" y="0"/>
                      <wp:positionH relativeFrom="column">
                        <wp:posOffset>-658208</wp:posOffset>
                      </wp:positionH>
                      <wp:positionV relativeFrom="paragraph">
                        <wp:posOffset>548640</wp:posOffset>
                      </wp:positionV>
                      <wp:extent cx="2619375" cy="590550"/>
                      <wp:effectExtent l="0" t="0" r="9525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93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41A7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Be respectful</w:t>
                                  </w:r>
                                </w:p>
                                <w:p w:rsidR="000A09E9" w:rsidRPr="000A09E9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Be resilient and adaptable to change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87A15" id="Text Box 22" o:spid="_x0000_s1027" type="#_x0000_t202" style="position:absolute;margin-left:-51.85pt;margin-top:43.2pt;width:206.25pt;height:4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" fillcolor="white [3201]" stroked="f" strokeweight=".5pt">
                      <v:textbo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respectful</w:t>
                            </w:r>
                          </w:p>
                          <w:p w:rsidR="000A09E9" w:rsidRPr="000A09E9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resilient and adaptable to change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79DD">
              <w:rPr>
                <w:b/>
                <w:sz w:val="32"/>
                <w:szCs w:val="32"/>
              </w:rPr>
              <w:t xml:space="preserve">                                 </w:t>
            </w:r>
            <w:r w:rsidR="00EA79DD">
              <w:rPr>
                <w:b/>
                <w:sz w:val="28"/>
                <w:szCs w:val="28"/>
              </w:rPr>
              <w:t>Actions for Learning</w:t>
            </w:r>
          </w:p>
          <w:p w:rsidR="00A241A7" w:rsidRPr="00970400" w:rsidRDefault="00D40EE5" w:rsidP="00545036">
            <w:pPr>
              <w:pStyle w:val="EventName"/>
              <w:rPr>
                <w:b/>
                <w:sz w:val="20"/>
                <w:szCs w:val="20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CB6CF6" wp14:editId="611FF6F3">
                      <wp:simplePos x="0" y="0"/>
                      <wp:positionH relativeFrom="column">
                        <wp:posOffset>1818580</wp:posOffset>
                      </wp:positionH>
                      <wp:positionV relativeFrom="paragraph">
                        <wp:posOffset>346386</wp:posOffset>
                      </wp:positionV>
                      <wp:extent cx="1768415" cy="508959"/>
                      <wp:effectExtent l="0" t="0" r="3810" b="571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8415" cy="508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A79DD" w:rsidRPr="00EA79DD" w:rsidRDefault="00EA79DD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Risk taker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CB6CF6" id="Text Box 1" o:spid="_x0000_s1028" type="#_x0000_t202" style="position:absolute;margin-left:143.2pt;margin-top:27.25pt;width:139.25pt;height:40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" fillcolor="white [3201]" stroked="f" strokeweight=".5pt">
                      <v:textbox>
                        <w:txbxContent>
                          <w:p w:rsidR="00EA79DD" w:rsidRPr="00EA79DD" w:rsidRDefault="00EA79DD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Risk taker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0400" w:rsidRPr="00970400">
              <w:rPr>
                <w:b/>
                <w:sz w:val="20"/>
                <w:szCs w:val="20"/>
              </w:rPr>
              <w:t xml:space="preserve"> Knowledge and Skills to pursue interests and passions</w:t>
            </w:r>
            <w:r w:rsidR="00EA79DD" w:rsidRPr="00970400">
              <w:rPr>
                <w:b/>
                <w:sz w:val="20"/>
                <w:szCs w:val="20"/>
              </w:rPr>
              <w:t xml:space="preserve">                    </w:t>
            </w:r>
          </w:p>
        </w:tc>
      </w:tr>
      <w:tr w:rsidR="00A241A7" w:rsidRPr="00B23D14" w:rsidTr="00EA79DD">
        <w:trPr>
          <w:trHeight w:hRule="exact" w:val="1800"/>
          <w:tblHeader/>
        </w:trPr>
        <w:tc>
          <w:tcPr>
            <w:tcW w:w="2520" w:type="dxa"/>
          </w:tcPr>
          <w:p w:rsidR="00A241A7" w:rsidRPr="00064FCA" w:rsidRDefault="000A09E9" w:rsidP="001D5AA6">
            <w:pPr>
              <w:pStyle w:val="Title"/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991A814" wp14:editId="73E9E453">
                      <wp:simplePos x="0" y="0"/>
                      <wp:positionH relativeFrom="column">
                        <wp:posOffset>-296858</wp:posOffset>
                      </wp:positionH>
                      <wp:positionV relativeFrom="paragraph">
                        <wp:posOffset>293389</wp:posOffset>
                      </wp:positionV>
                      <wp:extent cx="1685925" cy="590550"/>
                      <wp:effectExtent l="0" t="0" r="9525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41A7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Co-operation</w:t>
                                  </w:r>
                                </w:p>
                                <w:p w:rsidR="000A09E9" w:rsidRPr="00EA79DD" w:rsidRDefault="000A09E9" w:rsidP="00A241A7">
                                  <w:pPr>
                                    <w:rPr>
                                      <w:b/>
                                      <w:i/>
                                      <w:lang w:val="en-NZ"/>
                                    </w:rPr>
                                  </w:pPr>
                                  <w:r w:rsidRPr="00EA79DD">
                                    <w:rPr>
                                      <w:b/>
                                      <w:i/>
                                      <w:lang w:val="en-NZ"/>
                                    </w:rPr>
                                    <w:t>Work Together</w:t>
                                  </w:r>
                                  <w:r w:rsidRPr="00EA79DD">
                                    <w:rPr>
                                      <w:b/>
                                      <w:i/>
                                      <w:lang w:val="en-NZ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1A814" id="Text Box 34" o:spid="_x0000_s1029" type="#_x0000_t202" style="position:absolute;margin-left:-23.35pt;margin-top:23.1pt;width:132.75pt;height:46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" fillcolor="white [3201]" stroked="f" strokeweight=".5pt">
                      <v:textbo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Co-operation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Work Together</w:t>
                            </w: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52" w:type="dxa"/>
            <w:tcMar>
              <w:left w:w="648" w:type="dxa"/>
            </w:tcMar>
          </w:tcPr>
          <w:p w:rsidR="00A241A7" w:rsidRDefault="00EA79DD" w:rsidP="00545036">
            <w:pPr>
              <w:pStyle w:val="EventName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EE934EB" wp14:editId="03A00373">
                      <wp:simplePos x="0" y="0"/>
                      <wp:positionH relativeFrom="column">
                        <wp:posOffset>1824355</wp:posOffset>
                      </wp:positionH>
                      <wp:positionV relativeFrom="paragraph">
                        <wp:posOffset>236435</wp:posOffset>
                      </wp:positionV>
                      <wp:extent cx="1785668" cy="534838"/>
                      <wp:effectExtent l="0" t="0" r="508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5668" cy="5348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A79DD" w:rsidRPr="00EA79DD" w:rsidRDefault="00EA79DD" w:rsidP="00EA79DD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Critical Thinker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E934EB" id="Text Box 14" o:spid="_x0000_s1030" type="#_x0000_t202" style="position:absolute;margin-left:143.65pt;margin-top:18.6pt;width:140.6pt;height:42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" fillcolor="white [3201]" stroked="f" strokeweight=".5pt">
                      <v:textbox>
                        <w:txbxContent>
                          <w:p w:rsidR="00EA79DD" w:rsidRPr="00EA79DD" w:rsidRDefault="00EA79DD" w:rsidP="00EA79DD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Critical Thinker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B111CB" wp14:editId="2004695F">
                      <wp:simplePos x="0" y="0"/>
                      <wp:positionH relativeFrom="column">
                        <wp:posOffset>-655320</wp:posOffset>
                      </wp:positionH>
                      <wp:positionV relativeFrom="paragraph">
                        <wp:posOffset>252730</wp:posOffset>
                      </wp:positionV>
                      <wp:extent cx="2317750" cy="590550"/>
                      <wp:effectExtent l="0" t="0" r="635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77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41A7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Be a team player</w:t>
                                  </w:r>
                                </w:p>
                                <w:p w:rsidR="000A09E9" w:rsidRPr="000A09E9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Accept differences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111CB" id="Text Box 43" o:spid="_x0000_s1031" type="#_x0000_t202" style="position:absolute;margin-left:-51.6pt;margin-top:19.9pt;width:182.5pt;height:46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" fillcolor="white [3201]" stroked="f" strokeweight=".5pt">
                      <v:textbo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a team player</w:t>
                            </w:r>
                          </w:p>
                          <w:p w:rsidR="000A09E9" w:rsidRPr="000A09E9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Accept differences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EA79DD" w:rsidP="00545036">
            <w:pPr>
              <w:pStyle w:val="EventName"/>
              <w:rPr>
                <w:b/>
                <w:sz w:val="32"/>
                <w:szCs w:val="32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44B2612" wp14:editId="32006219">
                      <wp:simplePos x="0" y="0"/>
                      <wp:positionH relativeFrom="column">
                        <wp:posOffset>-664845</wp:posOffset>
                      </wp:positionH>
                      <wp:positionV relativeFrom="paragraph">
                        <wp:posOffset>228600</wp:posOffset>
                      </wp:positionV>
                      <wp:extent cx="2317750" cy="590550"/>
                      <wp:effectExtent l="0" t="0" r="635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77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41A7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Be positive</w:t>
                                  </w:r>
                                </w:p>
                                <w:p w:rsidR="000A09E9" w:rsidRPr="000A09E9" w:rsidRDefault="000A09E9" w:rsidP="00A241A7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Be proud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B2612" id="Text Box 45" o:spid="_x0000_s1032" type="#_x0000_t202" style="position:absolute;margin-left:-52.35pt;margin-top:18pt;width:182.5pt;height:46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" fillcolor="white [3201]" stroked="f" strokeweight=".5pt">
                      <v:textbo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positive</w:t>
                            </w:r>
                          </w:p>
                          <w:p w:rsidR="000A09E9" w:rsidRPr="000A09E9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proud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241A7" w:rsidRDefault="00EA79DD" w:rsidP="00545036">
            <w:pPr>
              <w:pStyle w:val="EventName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3C01F97" wp14:editId="0C88BAC7">
                      <wp:simplePos x="0" y="0"/>
                      <wp:positionH relativeFrom="column">
                        <wp:posOffset>1843800</wp:posOffset>
                      </wp:positionH>
                      <wp:positionV relativeFrom="paragraph">
                        <wp:posOffset>31067</wp:posOffset>
                      </wp:positionV>
                      <wp:extent cx="1785668" cy="534838"/>
                      <wp:effectExtent l="0" t="0" r="508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5668" cy="5348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A79DD" w:rsidRPr="00EA79DD" w:rsidRDefault="00EA79DD" w:rsidP="00EA79DD">
                                  <w:pPr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lang w:val="en-NZ"/>
                                    </w:rPr>
                                    <w:t>Creativity, imagination</w:t>
                                  </w:r>
                                  <w:r w:rsidR="00970400">
                                    <w:rPr>
                                      <w:lang w:val="en-NZ"/>
                                    </w:rPr>
                                    <w:t>, exploration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C01F97" id="Text Box 15" o:spid="_x0000_s1033" type="#_x0000_t202" style="position:absolute;margin-left:145.2pt;margin-top:2.45pt;width:140.6pt;height:42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" fillcolor="white [3201]" stroked="f" strokeweight=".5pt">
                      <v:textbox>
                        <w:txbxContent>
                          <w:p w:rsidR="00EA79DD" w:rsidRPr="00EA79DD" w:rsidRDefault="00EA79DD" w:rsidP="00EA79DD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Creativity, imagination</w:t>
                            </w:r>
                            <w:r w:rsidR="00970400">
                              <w:rPr>
                                <w:lang w:val="en-NZ"/>
                              </w:rPr>
                              <w:t>, exploration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  <w:p w:rsidR="00A241A7" w:rsidRPr="00E53403" w:rsidRDefault="00A241A7" w:rsidP="00545036">
            <w:pPr>
              <w:pStyle w:val="EventName"/>
              <w:rPr>
                <w:b/>
                <w:sz w:val="32"/>
                <w:szCs w:val="32"/>
              </w:rPr>
            </w:pPr>
          </w:p>
        </w:tc>
      </w:tr>
    </w:tbl>
    <w:p w:rsidR="000B536F" w:rsidRDefault="00D40EE5" w:rsidP="00A241A7">
      <w:r>
        <w:rPr>
          <w:b/>
          <w:noProof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60E32DD" wp14:editId="79C21994">
                <wp:simplePos x="0" y="0"/>
                <wp:positionH relativeFrom="column">
                  <wp:posOffset>3889902</wp:posOffset>
                </wp:positionH>
                <wp:positionV relativeFrom="paragraph">
                  <wp:posOffset>3803015</wp:posOffset>
                </wp:positionV>
                <wp:extent cx="1785668" cy="534838"/>
                <wp:effectExtent l="0" t="0" r="508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68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70400" w:rsidRPr="00970400" w:rsidRDefault="00970400" w:rsidP="00970400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Innovate, aspire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E32DD" id="Text Box 19" o:spid="_x0000_s1034" type="#_x0000_t202" style="position:absolute;margin-left:306.3pt;margin-top:299.45pt;width:140.6pt;height:42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" fillcolor="white [3201]" stroked="f" strokeweight=".5pt">
                <v:textbox>
                  <w:txbxContent>
                    <w:p w:rsidR="00970400" w:rsidRPr="00970400" w:rsidRDefault="00970400" w:rsidP="00970400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Innovate, aspire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33F348" wp14:editId="1A08EB73">
                <wp:simplePos x="0" y="0"/>
                <wp:positionH relativeFrom="column">
                  <wp:posOffset>3864299</wp:posOffset>
                </wp:positionH>
                <wp:positionV relativeFrom="paragraph">
                  <wp:posOffset>2794264</wp:posOffset>
                </wp:positionV>
                <wp:extent cx="1785668" cy="534838"/>
                <wp:effectExtent l="0" t="0" r="508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68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79DD" w:rsidRPr="00EA79DD" w:rsidRDefault="00970400" w:rsidP="00EA79DD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Have a Voice/choice – connected learner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3F348" id="Text Box 18" o:spid="_x0000_s1035" type="#_x0000_t202" style="position:absolute;margin-left:304.3pt;margin-top:220pt;width:140.6pt;height:42.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" fillcolor="white [3201]" stroked="f" strokeweight=".5pt">
                <v:textbox>
                  <w:txbxContent>
                    <w:p w:rsidR="00EA79DD" w:rsidRPr="00EA79DD" w:rsidRDefault="00970400" w:rsidP="00EA79DD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Have a Voice/choice – connected learner</w:t>
                      </w:r>
                    </w:p>
                  </w:txbxContent>
                </v:textbox>
              </v:shape>
            </w:pict>
          </mc:Fallback>
        </mc:AlternateContent>
      </w:r>
      <w:r w:rsidR="00EA79DD">
        <w:rPr>
          <w:b/>
          <w:noProof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E805B3" wp14:editId="282F95EC">
                <wp:simplePos x="0" y="0"/>
                <wp:positionH relativeFrom="column">
                  <wp:posOffset>3855480</wp:posOffset>
                </wp:positionH>
                <wp:positionV relativeFrom="paragraph">
                  <wp:posOffset>1828165</wp:posOffset>
                </wp:positionV>
                <wp:extent cx="1785668" cy="534838"/>
                <wp:effectExtent l="0" t="0" r="508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68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79DD" w:rsidRPr="00EA79DD" w:rsidRDefault="00EA79DD" w:rsidP="00EA79DD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Problems solvers/finders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805B3" id="Text Box 17" o:spid="_x0000_s1036" type="#_x0000_t202" style="position:absolute;margin-left:303.6pt;margin-top:143.95pt;width:140.6pt;height:42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" fillcolor="white [3201]" stroked="f" strokeweight=".5pt">
                <v:textbox>
                  <w:txbxContent>
                    <w:p w:rsidR="00EA79DD" w:rsidRPr="00EA79DD" w:rsidRDefault="00EA79DD" w:rsidP="00EA79DD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Problems solvers/finders</w:t>
                      </w:r>
                    </w:p>
                  </w:txbxContent>
                </v:textbox>
              </v:shape>
            </w:pict>
          </mc:Fallback>
        </mc:AlternateContent>
      </w:r>
      <w:r w:rsidR="00EA79DD">
        <w:rPr>
          <w:b/>
          <w:noProof/>
          <w:sz w:val="32"/>
          <w:szCs w:val="32"/>
          <w:lang w:val="en-NZ" w:eastAsia="en-N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9735CF" wp14:editId="77F80D14">
                <wp:simplePos x="0" y="0"/>
                <wp:positionH relativeFrom="column">
                  <wp:posOffset>3855480</wp:posOffset>
                </wp:positionH>
                <wp:positionV relativeFrom="paragraph">
                  <wp:posOffset>974149</wp:posOffset>
                </wp:positionV>
                <wp:extent cx="1785668" cy="534838"/>
                <wp:effectExtent l="0" t="0" r="508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68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79DD" w:rsidRPr="00EA79DD" w:rsidRDefault="00EA79DD" w:rsidP="00EA79DD">
                            <w:pPr>
                              <w:rPr>
                                <w:lang w:val="en-NZ"/>
                              </w:rPr>
                            </w:pPr>
                            <w:proofErr w:type="spellStart"/>
                            <w:r>
                              <w:rPr>
                                <w:lang w:val="en-NZ"/>
                              </w:rPr>
                              <w:t>Self Assess</w:t>
                            </w:r>
                            <w:proofErr w:type="spellEnd"/>
                            <w:r>
                              <w:rPr>
                                <w:lang w:val="en-NZ"/>
                              </w:rPr>
                              <w:t>, Reflect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735CF" id="Text Box 16" o:spid="_x0000_s1037" type="#_x0000_t202" style="position:absolute;margin-left:303.6pt;margin-top:76.7pt;width:140.6pt;height:42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" fillcolor="white [3201]" stroked="f" strokeweight=".5pt">
                <v:textbox>
                  <w:txbxContent>
                    <w:p w:rsidR="00EA79DD" w:rsidRPr="00EA79DD" w:rsidRDefault="00EA79DD" w:rsidP="00EA79DD">
                      <w:pPr>
                        <w:rPr>
                          <w:lang w:val="en-NZ"/>
                        </w:rPr>
                      </w:pPr>
                      <w:proofErr w:type="spellStart"/>
                      <w:r>
                        <w:rPr>
                          <w:lang w:val="en-NZ"/>
                        </w:rPr>
                        <w:t>Self Assess</w:t>
                      </w:r>
                      <w:proofErr w:type="spellEnd"/>
                      <w:r>
                        <w:rPr>
                          <w:lang w:val="en-NZ"/>
                        </w:rPr>
                        <w:t>, Reflect</w:t>
                      </w:r>
                    </w:p>
                  </w:txbxContent>
                </v:textbox>
              </v:shape>
            </w:pict>
          </mc:Fallback>
        </mc:AlternateContent>
      </w:r>
      <w:r w:rsidR="00EA79D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1AB207" wp14:editId="552C7076">
                <wp:simplePos x="0" y="0"/>
                <wp:positionH relativeFrom="margin">
                  <wp:posOffset>1409700</wp:posOffset>
                </wp:positionH>
                <wp:positionV relativeFrom="paragraph">
                  <wp:posOffset>3695700</wp:posOffset>
                </wp:positionV>
                <wp:extent cx="3086100" cy="8572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79DD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Celebrate your successes in</w:t>
                            </w:r>
                          </w:p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everything you do</w:t>
                            </w:r>
                          </w:p>
                          <w:p w:rsidR="000A09E9" w:rsidRPr="000A09E9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Find the joy in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AB207" id="Text Box 42" o:spid="_x0000_s1038" type="#_x0000_t202" style="position:absolute;margin-left:111pt;margin-top:291pt;width:243pt;height:67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" fillcolor="white [3201]" stroked="f" strokeweight=".5pt">
                <v:textbox>
                  <w:txbxContent>
                    <w:p w:rsidR="00EA79DD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Celebrate your successes in</w:t>
                      </w:r>
                    </w:p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everything you do</w:t>
                      </w:r>
                    </w:p>
                    <w:p w:rsidR="000A09E9" w:rsidRPr="000A09E9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Find the joy in learning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79D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E3485F" wp14:editId="3E5C2566">
                <wp:simplePos x="0" y="0"/>
                <wp:positionH relativeFrom="column">
                  <wp:posOffset>1390650</wp:posOffset>
                </wp:positionH>
                <wp:positionV relativeFrom="paragraph">
                  <wp:posOffset>2762250</wp:posOffset>
                </wp:positionV>
                <wp:extent cx="2714625" cy="800100"/>
                <wp:effectExtent l="0" t="0" r="952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Have empathy</w:t>
                            </w:r>
                          </w:p>
                          <w:p w:rsidR="00EA79DD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Feel included, cared for,</w:t>
                            </w:r>
                          </w:p>
                          <w:p w:rsidR="000A09E9" w:rsidRPr="000A09E9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safe and secure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3485F" id="Text Box 41" o:spid="_x0000_s1039" type="#_x0000_t202" style="position:absolute;margin-left:109.5pt;margin-top:217.5pt;width:213.75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Have empathy</w:t>
                      </w:r>
                    </w:p>
                    <w:p w:rsidR="00EA79DD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Feel included, cared for,</w:t>
                      </w:r>
                    </w:p>
                    <w:p w:rsidR="000A09E9" w:rsidRPr="000A09E9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safe and secure</w:t>
                      </w:r>
                    </w:p>
                  </w:txbxContent>
                </v:textbox>
              </v:shape>
            </w:pict>
          </mc:Fallback>
        </mc:AlternateContent>
      </w:r>
      <w:r w:rsidR="00EA79D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139F6E" wp14:editId="3BD835F3">
                <wp:simplePos x="0" y="0"/>
                <wp:positionH relativeFrom="margin">
                  <wp:align>center</wp:align>
                </wp:positionH>
                <wp:positionV relativeFrom="paragraph">
                  <wp:posOffset>927735</wp:posOffset>
                </wp:positionV>
                <wp:extent cx="2317750" cy="590550"/>
                <wp:effectExtent l="0" t="0" r="635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A09FF" w:rsidRDefault="000A09E9" w:rsidP="00DA09FF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Be Trustworthy</w:t>
                            </w:r>
                          </w:p>
                          <w:p w:rsidR="000A09E9" w:rsidRPr="000A09E9" w:rsidRDefault="000A09E9" w:rsidP="00DA09FF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Ask for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39F6E" id="Text Box 52" o:spid="_x0000_s1040" type="#_x0000_t202" style="position:absolute;margin-left:0;margin-top:73.05pt;width:182.5pt;height:46.5pt;z-index:2516971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" fillcolor="white [3201]" stroked="f" strokeweight=".5pt">
                <v:textbox>
                  <w:txbxContent>
                    <w:p w:rsidR="00DA09FF" w:rsidRDefault="000A09E9" w:rsidP="00DA09FF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Be Trustworthy</w:t>
                      </w:r>
                    </w:p>
                    <w:p w:rsidR="000A09E9" w:rsidRPr="000A09E9" w:rsidRDefault="000A09E9" w:rsidP="00DA09FF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Ask for support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79D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9A6FD6" wp14:editId="6FC1464C">
                <wp:simplePos x="0" y="0"/>
                <wp:positionH relativeFrom="margin">
                  <wp:align>center</wp:align>
                </wp:positionH>
                <wp:positionV relativeFrom="paragraph">
                  <wp:posOffset>1868805</wp:posOffset>
                </wp:positionV>
                <wp:extent cx="2317750" cy="590550"/>
                <wp:effectExtent l="0" t="0" r="635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r>
                              <w:t>Persevere</w:t>
                            </w:r>
                          </w:p>
                          <w:p w:rsidR="000A09E9" w:rsidRDefault="000A09E9" w:rsidP="00A241A7">
                            <w:r>
                              <w:t>Be curious</w:t>
                            </w:r>
                          </w:p>
                          <w:p w:rsidR="00A241A7" w:rsidRDefault="00A241A7" w:rsidP="00A241A7"/>
                          <w:p w:rsidR="00A241A7" w:rsidRDefault="00A241A7" w:rsidP="00A241A7">
                            <w:r w:rsidRPr="00A24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3C9B80C3" wp14:editId="34A7803F">
                                  <wp:extent cx="2128520" cy="553761"/>
                                  <wp:effectExtent l="0" t="0" r="5080" b="0"/>
                                  <wp:docPr id="51" name="Pictur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8520" cy="553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41A7" w:rsidRDefault="00A241A7" w:rsidP="00A241A7"/>
                          <w:p w:rsidR="00A241A7" w:rsidRDefault="00A241A7" w:rsidP="00A241A7">
                            <w:r w:rsidRPr="00A24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18EFCEB3" wp14:editId="42D96C63">
                                  <wp:extent cx="2128520" cy="553761"/>
                                  <wp:effectExtent l="0" t="0" r="5080" b="0"/>
                                  <wp:docPr id="49" name="Pictur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8520" cy="553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24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2A1FF71F" wp14:editId="27581BFB">
                                  <wp:extent cx="2128520" cy="553761"/>
                                  <wp:effectExtent l="0" t="0" r="5080" b="0"/>
                                  <wp:docPr id="50" name="Pictur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8520" cy="553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41A7" w:rsidRDefault="00A241A7" w:rsidP="00A241A7"/>
                          <w:p w:rsidR="00A241A7" w:rsidRDefault="00A241A7" w:rsidP="00A241A7"/>
                          <w:p w:rsidR="00A241A7" w:rsidRDefault="00A241A7" w:rsidP="00A241A7">
                            <w:r w:rsidRPr="00A241A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7A363D1A" wp14:editId="0DD3153F">
                                  <wp:extent cx="2128520" cy="553761"/>
                                  <wp:effectExtent l="0" t="0" r="5080" b="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8520" cy="553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A6FD6" id="Text Box 46" o:spid="_x0000_s1041" type="#_x0000_t202" style="position:absolute;margin-left:0;margin-top:147.15pt;width:182.5pt;height:46.5pt;z-index:2516951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" fillcolor="white [3201]" stroked="f" strokeweight=".5pt">
                <v:textbox>
                  <w:txbxContent>
                    <w:p w:rsidR="00A241A7" w:rsidRDefault="000A09E9" w:rsidP="00A241A7">
                      <w:r>
                        <w:t>Persevere</w:t>
                      </w:r>
                    </w:p>
                    <w:p w:rsidR="000A09E9" w:rsidRDefault="000A09E9" w:rsidP="00A241A7">
                      <w:r>
                        <w:t>Be curious</w:t>
                      </w:r>
                    </w:p>
                    <w:p w:rsidR="00A241A7" w:rsidRDefault="00A241A7" w:rsidP="00A241A7"/>
                    <w:p w:rsidR="00A241A7" w:rsidRDefault="00A241A7" w:rsidP="00A241A7">
                      <w:r w:rsidRPr="00A24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3C9B80C3" wp14:editId="34A7803F">
                            <wp:extent cx="2128520" cy="553761"/>
                            <wp:effectExtent l="0" t="0" r="5080" b="0"/>
                            <wp:docPr id="51" name="Picture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8520" cy="553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41A7" w:rsidRDefault="00A241A7" w:rsidP="00A241A7"/>
                    <w:p w:rsidR="00A241A7" w:rsidRDefault="00A241A7" w:rsidP="00A241A7">
                      <w:r w:rsidRPr="00A24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18EFCEB3" wp14:editId="42D96C63">
                            <wp:extent cx="2128520" cy="553761"/>
                            <wp:effectExtent l="0" t="0" r="5080" b="0"/>
                            <wp:docPr id="49" name="Pictur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8520" cy="553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24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2A1FF71F" wp14:editId="27581BFB">
                            <wp:extent cx="2128520" cy="553761"/>
                            <wp:effectExtent l="0" t="0" r="5080" b="0"/>
                            <wp:docPr id="50" name="Pictur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8520" cy="553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41A7" w:rsidRDefault="00A241A7" w:rsidP="00A241A7"/>
                    <w:p w:rsidR="00A241A7" w:rsidRDefault="00A241A7" w:rsidP="00A241A7"/>
                    <w:p w:rsidR="00A241A7" w:rsidRDefault="00A241A7" w:rsidP="00A241A7">
                      <w:r w:rsidRPr="00A241A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7A363D1A" wp14:editId="0DD3153F">
                            <wp:extent cx="2128520" cy="553761"/>
                            <wp:effectExtent l="0" t="0" r="5080" b="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8520" cy="553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09E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B2BEA1" wp14:editId="38480B6B">
                <wp:simplePos x="0" y="0"/>
                <wp:positionH relativeFrom="column">
                  <wp:posOffset>-292432</wp:posOffset>
                </wp:positionH>
                <wp:positionV relativeFrom="paragraph">
                  <wp:posOffset>50165</wp:posOffset>
                </wp:positionV>
                <wp:extent cx="1685925" cy="590550"/>
                <wp:effectExtent l="0" t="0" r="952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Hauora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Total Wellbeing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2BEA1" id="Text Box 35" o:spid="_x0000_s1042" type="#_x0000_t202" style="position:absolute;margin-left:-23.05pt;margin-top:3.95pt;width:132.75pt;height:4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Hauora</w:t>
                      </w:r>
                    </w:p>
                    <w:p w:rsidR="000A09E9" w:rsidRPr="00EA79DD" w:rsidRDefault="000A09E9" w:rsidP="00A241A7">
                      <w:pPr>
                        <w:rPr>
                          <w:b/>
                          <w:i/>
                          <w:lang w:val="en-NZ"/>
                        </w:rPr>
                      </w:pPr>
                      <w:r w:rsidRPr="00EA79DD">
                        <w:rPr>
                          <w:b/>
                          <w:i/>
                          <w:lang w:val="en-NZ"/>
                        </w:rPr>
                        <w:t>Total Wellbeing</w:t>
                      </w:r>
                    </w:p>
                  </w:txbxContent>
                </v:textbox>
              </v:shape>
            </w:pict>
          </mc:Fallback>
        </mc:AlternateContent>
      </w:r>
      <w:r w:rsidR="000A09E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EAD50C" wp14:editId="51FC0AA5">
                <wp:simplePos x="0" y="0"/>
                <wp:positionH relativeFrom="column">
                  <wp:posOffset>-297171</wp:posOffset>
                </wp:positionH>
                <wp:positionV relativeFrom="paragraph">
                  <wp:posOffset>967740</wp:posOffset>
                </wp:positionV>
                <wp:extent cx="1685925" cy="59055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Integrity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Be Honest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AD50C" id="Text Box 36" o:spid="_x0000_s1043" type="#_x0000_t202" style="position:absolute;margin-left:-23.4pt;margin-top:76.2pt;width:132.75pt;height:4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Integrity</w:t>
                      </w:r>
                    </w:p>
                    <w:p w:rsidR="000A09E9" w:rsidRPr="00EA79DD" w:rsidRDefault="000A09E9" w:rsidP="00A241A7">
                      <w:pPr>
                        <w:rPr>
                          <w:b/>
                          <w:i/>
                          <w:lang w:val="en-NZ"/>
                        </w:rPr>
                      </w:pPr>
                      <w:r w:rsidRPr="00EA79DD">
                        <w:rPr>
                          <w:b/>
                          <w:i/>
                          <w:lang w:val="en-NZ"/>
                        </w:rPr>
                        <w:t>Be Honest</w:t>
                      </w:r>
                    </w:p>
                  </w:txbxContent>
                </v:textbox>
              </v:shape>
            </w:pict>
          </mc:Fallback>
        </mc:AlternateContent>
      </w:r>
      <w:r w:rsidR="000A09E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313B40" wp14:editId="74BAE1E2">
                <wp:simplePos x="0" y="0"/>
                <wp:positionH relativeFrom="column">
                  <wp:posOffset>-285115</wp:posOffset>
                </wp:positionH>
                <wp:positionV relativeFrom="paragraph">
                  <wp:posOffset>1926590</wp:posOffset>
                </wp:positionV>
                <wp:extent cx="1685925" cy="590550"/>
                <wp:effectExtent l="0" t="0" r="952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Effort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Strive for your best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3B40" id="Text Box 37" o:spid="_x0000_s1044" type="#_x0000_t202" style="position:absolute;margin-left:-22.45pt;margin-top:151.7pt;width:132.75pt;height:46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Effort</w:t>
                      </w:r>
                    </w:p>
                    <w:p w:rsidR="000A09E9" w:rsidRPr="00EA79DD" w:rsidRDefault="000A09E9" w:rsidP="00A241A7">
                      <w:pPr>
                        <w:rPr>
                          <w:b/>
                          <w:i/>
                          <w:lang w:val="en-NZ"/>
                        </w:rPr>
                      </w:pPr>
                      <w:r w:rsidRPr="00EA79DD">
                        <w:rPr>
                          <w:b/>
                          <w:i/>
                          <w:lang w:val="en-NZ"/>
                        </w:rPr>
                        <w:t>Strive for your best</w:t>
                      </w:r>
                    </w:p>
                  </w:txbxContent>
                </v:textbox>
              </v:shape>
            </w:pict>
          </mc:Fallback>
        </mc:AlternateContent>
      </w:r>
      <w:r w:rsidR="000A09E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78A0EC" wp14:editId="6EC26775">
                <wp:simplePos x="0" y="0"/>
                <wp:positionH relativeFrom="column">
                  <wp:posOffset>-260653</wp:posOffset>
                </wp:positionH>
                <wp:positionV relativeFrom="paragraph">
                  <wp:posOffset>2811780</wp:posOffset>
                </wp:positionV>
                <wp:extent cx="1685925" cy="590550"/>
                <wp:effectExtent l="0" t="0" r="952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Values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Be Caring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A0EC" id="Text Box 38" o:spid="_x0000_s1045" type="#_x0000_t202" style="position:absolute;margin-left:-20.5pt;margin-top:221.4pt;width:132.75pt;height:46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Values</w:t>
                      </w:r>
                    </w:p>
                    <w:p w:rsidR="000A09E9" w:rsidRPr="00EA79DD" w:rsidRDefault="000A09E9" w:rsidP="00A241A7">
                      <w:pPr>
                        <w:rPr>
                          <w:b/>
                          <w:i/>
                          <w:lang w:val="en-NZ"/>
                        </w:rPr>
                      </w:pPr>
                      <w:r w:rsidRPr="00EA79DD">
                        <w:rPr>
                          <w:b/>
                          <w:i/>
                          <w:lang w:val="en-NZ"/>
                        </w:rPr>
                        <w:t>Be Caring</w:t>
                      </w:r>
                    </w:p>
                  </w:txbxContent>
                </v:textbox>
              </v:shape>
            </w:pict>
          </mc:Fallback>
        </mc:AlternateContent>
      </w:r>
      <w:r w:rsidR="000A09E9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07D8A9" wp14:editId="4F0F8743">
                <wp:simplePos x="0" y="0"/>
                <wp:positionH relativeFrom="column">
                  <wp:posOffset>-274662</wp:posOffset>
                </wp:positionH>
                <wp:positionV relativeFrom="paragraph">
                  <wp:posOffset>3715786</wp:posOffset>
                </wp:positionV>
                <wp:extent cx="1685925" cy="590550"/>
                <wp:effectExtent l="0" t="0" r="952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41A7" w:rsidRDefault="000A09E9" w:rsidP="00A241A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Enjoyment</w:t>
                            </w:r>
                          </w:p>
                          <w:p w:rsidR="000A09E9" w:rsidRPr="00EA79DD" w:rsidRDefault="000A09E9" w:rsidP="00A241A7">
                            <w:pPr>
                              <w:rPr>
                                <w:b/>
                                <w:i/>
                                <w:lang w:val="en-NZ"/>
                              </w:rPr>
                            </w:pPr>
                            <w:r w:rsidRPr="00EA79DD">
                              <w:rPr>
                                <w:b/>
                                <w:i/>
                                <w:lang w:val="en-NZ"/>
                              </w:rPr>
                              <w:t>Have 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7D8A9" id="Text Box 39" o:spid="_x0000_s1046" type="#_x0000_t202" style="position:absolute;margin-left:-21.65pt;margin-top:292.6pt;width:132.75pt;height:46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" fillcolor="white [3201]" stroked="f" strokeweight=".5pt">
                <v:textbox>
                  <w:txbxContent>
                    <w:p w:rsidR="00A241A7" w:rsidRDefault="000A09E9" w:rsidP="00A241A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Enjoyment</w:t>
                      </w:r>
                    </w:p>
                    <w:p w:rsidR="000A09E9" w:rsidRPr="00EA79DD" w:rsidRDefault="000A09E9" w:rsidP="00A241A7">
                      <w:pPr>
                        <w:rPr>
                          <w:b/>
                          <w:i/>
                          <w:lang w:val="en-NZ"/>
                        </w:rPr>
                      </w:pPr>
                      <w:r w:rsidRPr="00EA79DD">
                        <w:rPr>
                          <w:b/>
                          <w:i/>
                          <w:lang w:val="en-NZ"/>
                        </w:rPr>
                        <w:t>Have Fun</w:t>
                      </w:r>
                    </w:p>
                  </w:txbxContent>
                </v:textbox>
              </v:shape>
            </w:pict>
          </mc:Fallback>
        </mc:AlternateContent>
      </w:r>
      <w:r w:rsidR="00DA09FF">
        <w:tab/>
      </w:r>
      <w:r w:rsidR="00DA09FF">
        <w:tab/>
      </w:r>
      <w:r w:rsidR="00DA09FF">
        <w:tab/>
      </w:r>
      <w:r w:rsidR="00DA09FF">
        <w:tab/>
      </w:r>
      <w:r w:rsidR="00EA79DD">
        <w:t xml:space="preserve">                         </w:t>
      </w:r>
      <w:r w:rsidR="00970400">
        <w:t>Have</w:t>
      </w:r>
    </w:p>
    <w:sectPr w:rsidR="000B536F" w:rsidSect="000A09E9">
      <w:headerReference w:type="default" r:id="rId12"/>
      <w:footerReference w:type="default" r:id="rId13"/>
      <w:pgSz w:w="12240" w:h="15840" w:code="1"/>
      <w:pgMar w:top="1560" w:right="2160" w:bottom="3960" w:left="2160" w:header="720" w:footer="28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E4C" w:rsidRDefault="001E4E4C">
      <w:pPr>
        <w:spacing w:before="0" w:line="240" w:lineRule="auto"/>
      </w:pPr>
      <w:r>
        <w:separator/>
      </w:r>
    </w:p>
  </w:endnote>
  <w:endnote w:type="continuationSeparator" w:id="0">
    <w:p w:rsidR="001E4E4C" w:rsidRDefault="001E4E4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79" w:rsidRDefault="003C5779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E4C" w:rsidRDefault="001E4E4C">
      <w:pPr>
        <w:spacing w:before="0" w:line="240" w:lineRule="auto"/>
      </w:pPr>
      <w:r>
        <w:separator/>
      </w:r>
    </w:p>
  </w:footnote>
  <w:footnote w:type="continuationSeparator" w:id="0">
    <w:p w:rsidR="001E4E4C" w:rsidRDefault="001E4E4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79" w:rsidRDefault="002142E2">
    <w:r>
      <w:rPr>
        <w:noProof/>
        <w:lang w:val="en-NZ" w:eastAsia="en-NZ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675120" cy="8961120"/>
              <wp:effectExtent l="0" t="0" r="10160" b="10795"/>
              <wp:wrapNone/>
              <wp:docPr id="31" name="Group 31" descr="Double line border ar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5120" cy="8961120"/>
                        <a:chOff x="0" y="0"/>
                        <a:chExt cx="6675120" cy="8961120"/>
                      </a:xfrm>
                    </wpg:grpSpPr>
                    <wps:wsp>
                      <wps:cNvPr id="28" name="Rectangle 28"/>
                      <wps:cNvSpPr/>
                      <wps:spPr>
                        <a:xfrm>
                          <a:off x="0" y="0"/>
                          <a:ext cx="6675120" cy="89611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Rectangle 29"/>
                      <wps:cNvSpPr/>
                      <wps:spPr>
                        <a:xfrm>
                          <a:off x="47625" y="47625"/>
                          <a:ext cx="6583680" cy="88696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85900</wp14:pctWidth>
              </wp14:sizeRelH>
              <wp14:sizeRelV relativeFrom="page">
                <wp14:pctHeight>89100</wp14:pctHeight>
              </wp14:sizeRelV>
            </wp:anchor>
          </w:drawing>
        </mc:Choice>
        <mc:Fallback>
          <w:pict>
            <v:group w14:anchorId="14F36A86" id="Group 31" o:spid="_x0000_s1026" alt="Double line border art" style="position:absolute;margin-left:0;margin-top:0;width:525.6pt;height:705.6pt;z-index:-251656192;mso-width-percent:859;mso-height-percent:891;mso-position-horizontal:center;mso-position-horizontal-relative:page;mso-position-vertical:center;mso-position-vertical-relative:page;mso-width-percent:859;mso-height-percent:891" coordsize="66751,8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">
              <v:rect id="Rectangle 28" o:spid="_x0000_s1027" style="position:absolute;width:66751;height:89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" filled="f" strokecolor="#c4ad9f [1311]" strokeweight=".5pt"/>
              <v:rect id="Rectangle 29" o:spid="_x0000_s1028" style="position:absolute;left:476;top:476;width:65837;height:886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" filled="f" strokecolor="#c4ad9f [1311]" strokeweight=".2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2.5pt;height:62.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D2880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122B6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C02F40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89C2C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A74E6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FC45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B22C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0EF8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ECC64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3689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A6"/>
    <w:rsid w:val="00014442"/>
    <w:rsid w:val="000A09E9"/>
    <w:rsid w:val="000A7CFD"/>
    <w:rsid w:val="000B536F"/>
    <w:rsid w:val="000C27B2"/>
    <w:rsid w:val="00131FAA"/>
    <w:rsid w:val="00134CD7"/>
    <w:rsid w:val="001A7FDB"/>
    <w:rsid w:val="001D5AA6"/>
    <w:rsid w:val="001E4E4C"/>
    <w:rsid w:val="002142E2"/>
    <w:rsid w:val="00214C7B"/>
    <w:rsid w:val="002226A8"/>
    <w:rsid w:val="002750FE"/>
    <w:rsid w:val="002811F7"/>
    <w:rsid w:val="0029723D"/>
    <w:rsid w:val="00301A1A"/>
    <w:rsid w:val="00313EAC"/>
    <w:rsid w:val="00340FDA"/>
    <w:rsid w:val="00350E49"/>
    <w:rsid w:val="003560CD"/>
    <w:rsid w:val="003B1277"/>
    <w:rsid w:val="003C5779"/>
    <w:rsid w:val="003E234A"/>
    <w:rsid w:val="0043140F"/>
    <w:rsid w:val="004878CF"/>
    <w:rsid w:val="00545036"/>
    <w:rsid w:val="006839FB"/>
    <w:rsid w:val="006C43EE"/>
    <w:rsid w:val="00746274"/>
    <w:rsid w:val="00772636"/>
    <w:rsid w:val="007B4221"/>
    <w:rsid w:val="007B7DB7"/>
    <w:rsid w:val="0080660A"/>
    <w:rsid w:val="00852912"/>
    <w:rsid w:val="00874AF3"/>
    <w:rsid w:val="00893B83"/>
    <w:rsid w:val="008A7313"/>
    <w:rsid w:val="008E6EF7"/>
    <w:rsid w:val="00905DCE"/>
    <w:rsid w:val="00970400"/>
    <w:rsid w:val="00971688"/>
    <w:rsid w:val="009A401A"/>
    <w:rsid w:val="009B74C0"/>
    <w:rsid w:val="00A158A5"/>
    <w:rsid w:val="00A21D9C"/>
    <w:rsid w:val="00A241A7"/>
    <w:rsid w:val="00AA5F2E"/>
    <w:rsid w:val="00AE13C3"/>
    <w:rsid w:val="00B075D3"/>
    <w:rsid w:val="00B23D14"/>
    <w:rsid w:val="00B613F1"/>
    <w:rsid w:val="00B92280"/>
    <w:rsid w:val="00CE0678"/>
    <w:rsid w:val="00D40EE5"/>
    <w:rsid w:val="00D76A7C"/>
    <w:rsid w:val="00D92D4F"/>
    <w:rsid w:val="00DA09FF"/>
    <w:rsid w:val="00DB243E"/>
    <w:rsid w:val="00E46E77"/>
    <w:rsid w:val="00E53403"/>
    <w:rsid w:val="00E647D4"/>
    <w:rsid w:val="00E86FAE"/>
    <w:rsid w:val="00E877B4"/>
    <w:rsid w:val="00EA79DD"/>
    <w:rsid w:val="00EC33AF"/>
    <w:rsid w:val="00EF5033"/>
    <w:rsid w:val="00F44C58"/>
    <w:rsid w:val="00F4752F"/>
    <w:rsid w:val="00F75F40"/>
    <w:rsid w:val="00FA44D8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6F6E88"/>
  <w15:chartTrackingRefBased/>
  <w15:docId w15:val="{E6B6E948-1685-410B-9C98-F8D192C9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3A2C24" w:themeColor="text2" w:themeShade="BF"/>
        <w:sz w:val="22"/>
        <w:szCs w:val="22"/>
        <w:lang w:val="en-US" w:eastAsia="ja-JP" w:bidi="ar-SA"/>
      </w:rPr>
    </w:rPrDefault>
    <w:pPrDefault>
      <w:pPr>
        <w:spacing w:before="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A8"/>
  </w:style>
  <w:style w:type="paragraph" w:styleId="Heading1">
    <w:name w:val="heading 1"/>
    <w:basedOn w:val="Normal"/>
    <w:next w:val="Normal"/>
    <w:link w:val="Heading1Char"/>
    <w:uiPriority w:val="6"/>
    <w:qFormat/>
    <w:rsid w:val="007B4221"/>
    <w:pPr>
      <w:keepNext/>
      <w:keepLines/>
      <w:spacing w:before="0"/>
      <w:contextualSpacing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7B4221"/>
    <w:pPr>
      <w:keepNext/>
      <w:keepLines/>
      <w:spacing w:before="720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6"/>
    <w:semiHidden/>
    <w:unhideWhenUsed/>
    <w:qFormat/>
    <w:rsid w:val="003B12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B922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B922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5530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3B12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3B12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3B12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3B12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2280"/>
    <w:pPr>
      <w:spacing w:line="240" w:lineRule="auto"/>
      <w:ind w:left="288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B92280"/>
    <w:rPr>
      <w:color w:val="3A2C24" w:themeColor="text2" w:themeShade="BF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1688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6"/>
    <w:rsid w:val="007B4221"/>
    <w:rPr>
      <w:rFonts w:asciiTheme="majorHAnsi" w:eastAsiaTheme="majorEastAsia" w:hAnsiTheme="majorHAnsi" w:cstheme="majorBidi"/>
      <w:sz w:val="28"/>
      <w:szCs w:val="24"/>
    </w:rPr>
  </w:style>
  <w:style w:type="paragraph" w:styleId="Title">
    <w:name w:val="Title"/>
    <w:basedOn w:val="Normal"/>
    <w:link w:val="TitleChar"/>
    <w:uiPriority w:val="1"/>
    <w:qFormat/>
    <w:rsid w:val="00B92280"/>
    <w:pPr>
      <w:spacing w:line="240" w:lineRule="auto"/>
    </w:pPr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"/>
    <w:rsid w:val="00B92280"/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Heading2Char">
    <w:name w:val="Heading 2 Char"/>
    <w:basedOn w:val="DefaultParagraphFont"/>
    <w:link w:val="Heading2"/>
    <w:uiPriority w:val="6"/>
    <w:rsid w:val="007B4221"/>
    <w:rPr>
      <w:rFonts w:asciiTheme="majorHAnsi" w:eastAsiaTheme="majorEastAsia" w:hAnsiTheme="majorHAnsi" w:cstheme="majorBidi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E46E77"/>
    <w:pPr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E77"/>
    <w:rPr>
      <w:color w:val="3A2C24" w:themeColor="text2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280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280"/>
    <w:rPr>
      <w:rFonts w:ascii="Segoe UI" w:hAnsi="Segoe UI" w:cs="Segoe UI"/>
      <w:color w:val="3A2C24" w:themeColor="text2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92280"/>
  </w:style>
  <w:style w:type="paragraph" w:styleId="BlockText">
    <w:name w:val="Block Text"/>
    <w:basedOn w:val="Normal"/>
    <w:uiPriority w:val="99"/>
    <w:semiHidden/>
    <w:unhideWhenUsed/>
    <w:rsid w:val="00B92280"/>
    <w:pPr>
      <w:pBdr>
        <w:top w:val="single" w:sz="2" w:space="10" w:color="F0A22E" w:themeColor="accent1"/>
        <w:left w:val="single" w:sz="2" w:space="10" w:color="F0A22E" w:themeColor="accent1"/>
        <w:bottom w:val="single" w:sz="2" w:space="10" w:color="F0A22E" w:themeColor="accent1"/>
        <w:right w:val="single" w:sz="2" w:space="10" w:color="F0A22E" w:themeColor="accent1"/>
      </w:pBdr>
      <w:ind w:left="1152" w:right="1152"/>
    </w:pPr>
    <w:rPr>
      <w:i/>
      <w:iCs/>
      <w:color w:val="85530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12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1277"/>
  </w:style>
  <w:style w:type="paragraph" w:styleId="BodyText2">
    <w:name w:val="Body Text 2"/>
    <w:basedOn w:val="Normal"/>
    <w:link w:val="BodyText2Char"/>
    <w:uiPriority w:val="99"/>
    <w:semiHidden/>
    <w:unhideWhenUsed/>
    <w:rsid w:val="003B12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1277"/>
  </w:style>
  <w:style w:type="paragraph" w:styleId="BodyText3">
    <w:name w:val="Body Text 3"/>
    <w:basedOn w:val="Normal"/>
    <w:link w:val="BodyText3Char"/>
    <w:uiPriority w:val="99"/>
    <w:semiHidden/>
    <w:unhideWhenUsed/>
    <w:rsid w:val="003B127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127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B127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127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127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B127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B127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B127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127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127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92280"/>
    <w:rPr>
      <w:b/>
      <w:bCs/>
      <w:i/>
      <w:iCs/>
      <w:color w:val="3A2C24" w:themeColor="text2" w:themeShade="BF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1277"/>
    <w:pPr>
      <w:spacing w:before="0" w:after="200" w:line="240" w:lineRule="auto"/>
    </w:pPr>
    <w:rPr>
      <w:i/>
      <w:iCs/>
      <w:color w:val="4E3B30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B1277"/>
  </w:style>
  <w:style w:type="table" w:styleId="ColorfulGrid">
    <w:name w:val="Colorful Grid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</w:rPr>
      <w:tblPr/>
      <w:tcPr>
        <w:shd w:val="clear" w:color="auto" w:fill="F9D9A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9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</w:rPr>
      <w:tblPr/>
      <w:tcPr>
        <w:shd w:val="clear" w:color="auto" w:fill="E1D0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0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</w:rPr>
      <w:tblPr/>
      <w:tcPr>
        <w:shd w:val="clear" w:color="auto" w:fill="E7D5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D5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</w:rPr>
      <w:tblPr/>
      <w:tcPr>
        <w:shd w:val="clear" w:color="auto" w:fill="D9D4C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4C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5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F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C7947" w:themeFill="accent4" w:themeFillShade="CC"/>
      </w:tcPr>
    </w:tblStylePr>
    <w:tblStylePr w:type="lastRow">
      <w:rPr>
        <w:b/>
        <w:bCs/>
        <w:color w:val="AC79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685B" w:themeFill="accent3" w:themeFillShade="CC"/>
      </w:tcPr>
    </w:tblStylePr>
    <w:tblStylePr w:type="lastRow">
      <w:rPr>
        <w:b/>
        <w:bCs/>
        <w:color w:val="9C68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1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5D20" w:themeFill="accent6" w:themeFillShade="CC"/>
      </w:tcPr>
    </w:tblStylePr>
    <w:tblStylePr w:type="lastRow">
      <w:rPr>
        <w:b/>
        <w:bCs/>
        <w:color w:val="9A5D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1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7859" w:themeFill="accent5" w:themeFillShade="CC"/>
      </w:tcPr>
    </w:tblStylePr>
    <w:tblStylePr w:type="lastRow">
      <w:rPr>
        <w:b/>
        <w:bCs/>
        <w:color w:val="84785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63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630B" w:themeColor="accent1" w:themeShade="99"/>
          <w:insideV w:val="nil"/>
        </w:tcBorders>
        <w:shd w:val="clear" w:color="auto" w:fill="9F63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630B" w:themeFill="accent1" w:themeFillShade="99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7D09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2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2E" w:themeColor="accent2" w:themeShade="99"/>
          <w:insideV w:val="nil"/>
        </w:tcBorders>
        <w:shd w:val="clear" w:color="auto" w:fill="623B2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2E" w:themeFill="accent2" w:themeFillShade="99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4B0A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3986D" w:themeColor="accent4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4E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4E44" w:themeColor="accent3" w:themeShade="99"/>
          <w:insideV w:val="nil"/>
        </w:tcBorders>
        <w:shd w:val="clear" w:color="auto" w:fill="754E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4" w:themeFill="accent3" w:themeFillShade="99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8B80" w:themeColor="accent3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15B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5B35" w:themeColor="accent4" w:themeShade="99"/>
          <w:insideV w:val="nil"/>
        </w:tcBorders>
        <w:shd w:val="clear" w:color="auto" w:fill="815B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5B35" w:themeFill="accent4" w:themeFillShade="99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1CB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7529" w:themeColor="accent6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1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5A4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5A43" w:themeColor="accent5" w:themeShade="99"/>
          <w:insideV w:val="nil"/>
        </w:tcBorders>
        <w:shd w:val="clear" w:color="auto" w:fill="635A4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5A43" w:themeFill="accent5" w:themeFillShade="99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0CAB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9574" w:themeColor="accent5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45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4518" w:themeColor="accent6" w:themeShade="99"/>
          <w:insideV w:val="nil"/>
        </w:tcBorders>
        <w:shd w:val="clear" w:color="auto" w:fill="7345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4518" w:themeFill="accent6" w:themeFillShade="99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7B9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127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2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2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27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52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7C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12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A3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40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615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B4B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714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A3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05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3A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57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3"/>
    <w:unhideWhenUsed/>
    <w:qFormat/>
    <w:rsid w:val="007B4221"/>
    <w:pPr>
      <w:spacing w:before="420" w:line="288" w:lineRule="auto"/>
      <w:contextualSpacing/>
    </w:pPr>
    <w:rPr>
      <w:sz w:val="24"/>
    </w:rPr>
  </w:style>
  <w:style w:type="character" w:customStyle="1" w:styleId="DateChar">
    <w:name w:val="Date Char"/>
    <w:basedOn w:val="DefaultParagraphFont"/>
    <w:link w:val="Date"/>
    <w:uiPriority w:val="3"/>
    <w:rsid w:val="007B4221"/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1277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127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B1277"/>
    <w:pPr>
      <w:spacing w:before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B1277"/>
  </w:style>
  <w:style w:type="character" w:styleId="EndnoteReference">
    <w:name w:val="end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127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1277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1277"/>
    <w:rPr>
      <w:color w:val="4E1E29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1277"/>
    <w:rPr>
      <w:szCs w:val="20"/>
    </w:rPr>
  </w:style>
  <w:style w:type="table" w:styleId="GridTable1Light">
    <w:name w:val="Grid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9D9AB" w:themeColor="accent1" w:themeTint="66"/>
        <w:left w:val="single" w:sz="4" w:space="0" w:color="F9D9AB" w:themeColor="accent1" w:themeTint="66"/>
        <w:bottom w:val="single" w:sz="4" w:space="0" w:color="F9D9AB" w:themeColor="accent1" w:themeTint="66"/>
        <w:right w:val="single" w:sz="4" w:space="0" w:color="F9D9AB" w:themeColor="accent1" w:themeTint="66"/>
        <w:insideH w:val="single" w:sz="4" w:space="0" w:color="F9D9AB" w:themeColor="accent1" w:themeTint="66"/>
        <w:insideV w:val="single" w:sz="4" w:space="0" w:color="F9D9A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CBFB6" w:themeColor="accent2" w:themeTint="66"/>
        <w:left w:val="single" w:sz="4" w:space="0" w:color="DCBFB6" w:themeColor="accent2" w:themeTint="66"/>
        <w:bottom w:val="single" w:sz="4" w:space="0" w:color="DCBFB6" w:themeColor="accent2" w:themeTint="66"/>
        <w:right w:val="single" w:sz="4" w:space="0" w:color="DCBFB6" w:themeColor="accent2" w:themeTint="66"/>
        <w:insideH w:val="single" w:sz="4" w:space="0" w:color="DCBFB6" w:themeColor="accent2" w:themeTint="66"/>
        <w:insideV w:val="single" w:sz="4" w:space="0" w:color="DCBFB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1D0CC" w:themeColor="accent3" w:themeTint="66"/>
        <w:left w:val="single" w:sz="4" w:space="0" w:color="E1D0CC" w:themeColor="accent3" w:themeTint="66"/>
        <w:bottom w:val="single" w:sz="4" w:space="0" w:color="E1D0CC" w:themeColor="accent3" w:themeTint="66"/>
        <w:right w:val="single" w:sz="4" w:space="0" w:color="E1D0CC" w:themeColor="accent3" w:themeTint="66"/>
        <w:insideH w:val="single" w:sz="4" w:space="0" w:color="E1D0CC" w:themeColor="accent3" w:themeTint="66"/>
        <w:insideV w:val="single" w:sz="4" w:space="0" w:color="E1D0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7D5C4" w:themeColor="accent4" w:themeTint="66"/>
        <w:left w:val="single" w:sz="4" w:space="0" w:color="E7D5C4" w:themeColor="accent4" w:themeTint="66"/>
        <w:bottom w:val="single" w:sz="4" w:space="0" w:color="E7D5C4" w:themeColor="accent4" w:themeTint="66"/>
        <w:right w:val="single" w:sz="4" w:space="0" w:color="E7D5C4" w:themeColor="accent4" w:themeTint="66"/>
        <w:insideH w:val="single" w:sz="4" w:space="0" w:color="E7D5C4" w:themeColor="accent4" w:themeTint="66"/>
        <w:insideV w:val="single" w:sz="4" w:space="0" w:color="E7D5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9D4C7" w:themeColor="accent5" w:themeTint="66"/>
        <w:left w:val="single" w:sz="4" w:space="0" w:color="D9D4C7" w:themeColor="accent5" w:themeTint="66"/>
        <w:bottom w:val="single" w:sz="4" w:space="0" w:color="D9D4C7" w:themeColor="accent5" w:themeTint="66"/>
        <w:right w:val="single" w:sz="4" w:space="0" w:color="D9D4C7" w:themeColor="accent5" w:themeTint="66"/>
        <w:insideH w:val="single" w:sz="4" w:space="0" w:color="D9D4C7" w:themeColor="accent5" w:themeTint="66"/>
        <w:insideV w:val="single" w:sz="4" w:space="0" w:color="D9D4C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BC7A3" w:themeColor="accent6" w:themeTint="66"/>
        <w:left w:val="single" w:sz="4" w:space="0" w:color="EBC7A3" w:themeColor="accent6" w:themeTint="66"/>
        <w:bottom w:val="single" w:sz="4" w:space="0" w:color="EBC7A3" w:themeColor="accent6" w:themeTint="66"/>
        <w:right w:val="single" w:sz="4" w:space="0" w:color="EBC7A3" w:themeColor="accent6" w:themeTint="66"/>
        <w:insideH w:val="single" w:sz="4" w:space="0" w:color="EBC7A3" w:themeColor="accent6" w:themeTint="66"/>
        <w:insideV w:val="single" w:sz="4" w:space="0" w:color="EBC7A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F6C681" w:themeColor="accent1" w:themeTint="99"/>
        <w:bottom w:val="single" w:sz="2" w:space="0" w:color="F6C681" w:themeColor="accent1" w:themeTint="99"/>
        <w:insideH w:val="single" w:sz="2" w:space="0" w:color="F6C681" w:themeColor="accent1" w:themeTint="99"/>
        <w:insideV w:val="single" w:sz="2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68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CBA092" w:themeColor="accent2" w:themeTint="99"/>
        <w:bottom w:val="single" w:sz="2" w:space="0" w:color="CBA092" w:themeColor="accent2" w:themeTint="99"/>
        <w:insideH w:val="single" w:sz="2" w:space="0" w:color="CBA092" w:themeColor="accent2" w:themeTint="99"/>
        <w:insideV w:val="single" w:sz="2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A09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D2B9B2" w:themeColor="accent3" w:themeTint="99"/>
        <w:bottom w:val="single" w:sz="2" w:space="0" w:color="D2B9B2" w:themeColor="accent3" w:themeTint="99"/>
        <w:insideH w:val="single" w:sz="2" w:space="0" w:color="D2B9B2" w:themeColor="accent3" w:themeTint="99"/>
        <w:insideV w:val="single" w:sz="2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B9B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DBC1A7" w:themeColor="accent4" w:themeTint="99"/>
        <w:bottom w:val="single" w:sz="2" w:space="0" w:color="DBC1A7" w:themeColor="accent4" w:themeTint="99"/>
        <w:insideH w:val="single" w:sz="2" w:space="0" w:color="DBC1A7" w:themeColor="accent4" w:themeTint="99"/>
        <w:insideV w:val="single" w:sz="2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C1A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C6BFAB" w:themeColor="accent5" w:themeTint="99"/>
        <w:bottom w:val="single" w:sz="2" w:space="0" w:color="C6BFAB" w:themeColor="accent5" w:themeTint="99"/>
        <w:insideH w:val="single" w:sz="2" w:space="0" w:color="C6BFAB" w:themeColor="accent5" w:themeTint="99"/>
        <w:insideV w:val="single" w:sz="2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BFA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2" w:space="0" w:color="E2AB76" w:themeColor="accent6" w:themeTint="99"/>
        <w:bottom w:val="single" w:sz="2" w:space="0" w:color="E2AB76" w:themeColor="accent6" w:themeTint="99"/>
        <w:insideH w:val="single" w:sz="2" w:space="0" w:color="E2AB76" w:themeColor="accent6" w:themeTint="99"/>
        <w:insideV w:val="single" w:sz="2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AB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3">
    <w:name w:val="Grid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CBFB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7D5C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9D4C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BC7A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301A1A"/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01A1A"/>
    <w:rPr>
      <w:rFonts w:asciiTheme="majorHAnsi" w:eastAsiaTheme="majorEastAsia" w:hAnsiTheme="majorHAnsi" w:cstheme="majorBidi"/>
      <w:color w:val="85530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01A1A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01A1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01A1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B1277"/>
  </w:style>
  <w:style w:type="paragraph" w:styleId="HTMLAddress">
    <w:name w:val="HTML Address"/>
    <w:basedOn w:val="Normal"/>
    <w:link w:val="HTMLAddressChar"/>
    <w:uiPriority w:val="99"/>
    <w:semiHidden/>
    <w:unhideWhenUsed/>
    <w:rsid w:val="003B1277"/>
    <w:pPr>
      <w:spacing w:before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B127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B127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168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127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B127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B127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B1277"/>
    <w:rPr>
      <w:color w:val="17448D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B127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92280"/>
    <w:rPr>
      <w:i/>
      <w:iCs/>
      <w:color w:val="8553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92280"/>
    <w:pPr>
      <w:pBdr>
        <w:top w:val="single" w:sz="4" w:space="10" w:color="F0A22E" w:themeColor="accent1"/>
        <w:bottom w:val="single" w:sz="4" w:space="10" w:color="F0A22E" w:themeColor="accent1"/>
      </w:pBdr>
      <w:spacing w:before="360" w:after="360"/>
      <w:ind w:left="864" w:right="864"/>
      <w:jc w:val="center"/>
    </w:pPr>
    <w:rPr>
      <w:i/>
      <w:iCs/>
      <w:color w:val="8553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92280"/>
    <w:rPr>
      <w:i/>
      <w:iCs/>
      <w:color w:val="85530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92280"/>
    <w:rPr>
      <w:b/>
      <w:bCs/>
      <w:caps w:val="0"/>
      <w:smallCaps/>
      <w:color w:val="85530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1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  <w:shd w:val="clear" w:color="auto" w:fill="FBE7CB" w:themeFill="accent1" w:themeFillTint="3F"/>
      </w:tcPr>
    </w:tblStylePr>
    <w:tblStylePr w:type="band2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1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  <w:shd w:val="clear" w:color="auto" w:fill="E9D8D2" w:themeFill="accent2" w:themeFillTint="3F"/>
      </w:tcPr>
    </w:tblStylePr>
    <w:tblStylePr w:type="band2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1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  <w:shd w:val="clear" w:color="auto" w:fill="ECE2DF" w:themeFill="accent3" w:themeFillTint="3F"/>
      </w:tcPr>
    </w:tblStylePr>
    <w:tblStylePr w:type="band2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1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  <w:shd w:val="clear" w:color="auto" w:fill="F0E5DA" w:themeFill="accent4" w:themeFillTint="3F"/>
      </w:tcPr>
    </w:tblStylePr>
    <w:tblStylePr w:type="band2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1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  <w:shd w:val="clear" w:color="auto" w:fill="E7E4DC" w:themeFill="accent5" w:themeFillTint="3F"/>
      </w:tcPr>
    </w:tblStylePr>
    <w:tblStylePr w:type="band2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1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  <w:shd w:val="clear" w:color="auto" w:fill="F3DCC6" w:themeFill="accent6" w:themeFillTint="3F"/>
      </w:tcPr>
    </w:tblStylePr>
    <w:tblStylePr w:type="band2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B1277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B1277"/>
    <w:pPr>
      <w:spacing w:before="0"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B1277"/>
    <w:pPr>
      <w:spacing w:before="0"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B1277"/>
    <w:pPr>
      <w:spacing w:before="0"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B1277"/>
    <w:pPr>
      <w:spacing w:before="0"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B1277"/>
    <w:pPr>
      <w:spacing w:before="0"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B1277"/>
    <w:pPr>
      <w:spacing w:before="0"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B1277"/>
  </w:style>
  <w:style w:type="paragraph" w:styleId="List">
    <w:name w:val="List"/>
    <w:basedOn w:val="Normal"/>
    <w:uiPriority w:val="99"/>
    <w:semiHidden/>
    <w:unhideWhenUsed/>
    <w:rsid w:val="003B127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B127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B127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B127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B127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B127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B127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B127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B127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B127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B127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B127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B127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B127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B127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B127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B127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B127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B127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B127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9228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2">
    <w:name w:val="List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bottom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bottom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bottom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bottom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bottom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bottom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3">
    <w:name w:val="List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0A22E" w:themeColor="accent1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22E" w:themeColor="accent1"/>
          <w:right w:val="single" w:sz="4" w:space="0" w:color="F0A22E" w:themeColor="accent1"/>
        </w:tcBorders>
      </w:tcPr>
    </w:tblStylePr>
    <w:tblStylePr w:type="band1Horz">
      <w:tblPr/>
      <w:tcPr>
        <w:tcBorders>
          <w:top w:val="single" w:sz="4" w:space="0" w:color="F0A22E" w:themeColor="accent1"/>
          <w:bottom w:val="single" w:sz="4" w:space="0" w:color="F0A2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22E" w:themeColor="accent1"/>
          <w:left w:val="nil"/>
        </w:tcBorders>
      </w:tcPr>
    </w:tblStylePr>
    <w:tblStylePr w:type="swCell">
      <w:tblPr/>
      <w:tcPr>
        <w:tcBorders>
          <w:top w:val="double" w:sz="4" w:space="0" w:color="F0A22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44E" w:themeColor="accent2"/>
          <w:right w:val="single" w:sz="4" w:space="0" w:color="A5644E" w:themeColor="accent2"/>
        </w:tcBorders>
      </w:tcPr>
    </w:tblStylePr>
    <w:tblStylePr w:type="band1Horz">
      <w:tblPr/>
      <w:tcPr>
        <w:tcBorders>
          <w:top w:val="single" w:sz="4" w:space="0" w:color="A5644E" w:themeColor="accent2"/>
          <w:bottom w:val="single" w:sz="4" w:space="0" w:color="A5644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44E" w:themeColor="accent2"/>
          <w:left w:val="nil"/>
        </w:tcBorders>
      </w:tcPr>
    </w:tblStylePr>
    <w:tblStylePr w:type="swCell">
      <w:tblPr/>
      <w:tcPr>
        <w:tcBorders>
          <w:top w:val="double" w:sz="4" w:space="0" w:color="A5644E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B58B80" w:themeColor="accent3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8B80" w:themeColor="accent3"/>
          <w:right w:val="single" w:sz="4" w:space="0" w:color="B58B80" w:themeColor="accent3"/>
        </w:tcBorders>
      </w:tcPr>
    </w:tblStylePr>
    <w:tblStylePr w:type="band1Horz">
      <w:tblPr/>
      <w:tcPr>
        <w:tcBorders>
          <w:top w:val="single" w:sz="4" w:space="0" w:color="B58B80" w:themeColor="accent3"/>
          <w:bottom w:val="single" w:sz="4" w:space="0" w:color="B58B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8B80" w:themeColor="accent3"/>
          <w:left w:val="nil"/>
        </w:tcBorders>
      </w:tcPr>
    </w:tblStylePr>
    <w:tblStylePr w:type="swCell">
      <w:tblPr/>
      <w:tcPr>
        <w:tcBorders>
          <w:top w:val="double" w:sz="4" w:space="0" w:color="B58B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3986D" w:themeColor="accent4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986D" w:themeColor="accent4"/>
          <w:right w:val="single" w:sz="4" w:space="0" w:color="C3986D" w:themeColor="accent4"/>
        </w:tcBorders>
      </w:tcPr>
    </w:tblStylePr>
    <w:tblStylePr w:type="band1Horz">
      <w:tblPr/>
      <w:tcPr>
        <w:tcBorders>
          <w:top w:val="single" w:sz="4" w:space="0" w:color="C3986D" w:themeColor="accent4"/>
          <w:bottom w:val="single" w:sz="4" w:space="0" w:color="C3986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986D" w:themeColor="accent4"/>
          <w:left w:val="nil"/>
        </w:tcBorders>
      </w:tcPr>
    </w:tblStylePr>
    <w:tblStylePr w:type="swCell">
      <w:tblPr/>
      <w:tcPr>
        <w:tcBorders>
          <w:top w:val="double" w:sz="4" w:space="0" w:color="C3986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A19574" w:themeColor="accent5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9574" w:themeColor="accent5"/>
          <w:right w:val="single" w:sz="4" w:space="0" w:color="A19574" w:themeColor="accent5"/>
        </w:tcBorders>
      </w:tcPr>
    </w:tblStylePr>
    <w:tblStylePr w:type="band1Horz">
      <w:tblPr/>
      <w:tcPr>
        <w:tcBorders>
          <w:top w:val="single" w:sz="4" w:space="0" w:color="A19574" w:themeColor="accent5"/>
          <w:bottom w:val="single" w:sz="4" w:space="0" w:color="A1957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9574" w:themeColor="accent5"/>
          <w:left w:val="nil"/>
        </w:tcBorders>
      </w:tcPr>
    </w:tblStylePr>
    <w:tblStylePr w:type="swCell">
      <w:tblPr/>
      <w:tcPr>
        <w:tcBorders>
          <w:top w:val="double" w:sz="4" w:space="0" w:color="A1957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17529" w:themeColor="accent6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7529" w:themeColor="accent6"/>
          <w:right w:val="single" w:sz="4" w:space="0" w:color="C17529" w:themeColor="accent6"/>
        </w:tcBorders>
      </w:tcPr>
    </w:tblStylePr>
    <w:tblStylePr w:type="band1Horz">
      <w:tblPr/>
      <w:tcPr>
        <w:tcBorders>
          <w:top w:val="single" w:sz="4" w:space="0" w:color="C17529" w:themeColor="accent6"/>
          <w:bottom w:val="single" w:sz="4" w:space="0" w:color="C1752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7529" w:themeColor="accent6"/>
          <w:left w:val="nil"/>
        </w:tcBorders>
      </w:tcPr>
    </w:tblStylePr>
    <w:tblStylePr w:type="swCell">
      <w:tblPr/>
      <w:tcPr>
        <w:tcBorders>
          <w:top w:val="double" w:sz="4" w:space="0" w:color="C1752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22E" w:themeColor="accent1"/>
        <w:left w:val="single" w:sz="24" w:space="0" w:color="F0A22E" w:themeColor="accent1"/>
        <w:bottom w:val="single" w:sz="24" w:space="0" w:color="F0A22E" w:themeColor="accent1"/>
        <w:right w:val="single" w:sz="24" w:space="0" w:color="F0A22E" w:themeColor="accent1"/>
      </w:tblBorders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644E" w:themeColor="accent2"/>
        <w:left w:val="single" w:sz="24" w:space="0" w:color="A5644E" w:themeColor="accent2"/>
        <w:bottom w:val="single" w:sz="24" w:space="0" w:color="A5644E" w:themeColor="accent2"/>
        <w:right w:val="single" w:sz="24" w:space="0" w:color="A5644E" w:themeColor="accent2"/>
      </w:tblBorders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8B80" w:themeColor="accent3"/>
        <w:left w:val="single" w:sz="24" w:space="0" w:color="B58B80" w:themeColor="accent3"/>
        <w:bottom w:val="single" w:sz="24" w:space="0" w:color="B58B80" w:themeColor="accent3"/>
        <w:right w:val="single" w:sz="24" w:space="0" w:color="B58B80" w:themeColor="accent3"/>
      </w:tblBorders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986D" w:themeColor="accent4"/>
        <w:left w:val="single" w:sz="24" w:space="0" w:color="C3986D" w:themeColor="accent4"/>
        <w:bottom w:val="single" w:sz="24" w:space="0" w:color="C3986D" w:themeColor="accent4"/>
        <w:right w:val="single" w:sz="24" w:space="0" w:color="C3986D" w:themeColor="accent4"/>
      </w:tblBorders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9574" w:themeColor="accent5"/>
        <w:left w:val="single" w:sz="24" w:space="0" w:color="A19574" w:themeColor="accent5"/>
        <w:bottom w:val="single" w:sz="24" w:space="0" w:color="A19574" w:themeColor="accent5"/>
        <w:right w:val="single" w:sz="24" w:space="0" w:color="A19574" w:themeColor="accent5"/>
      </w:tblBorders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17529" w:themeColor="accent6"/>
        <w:left w:val="single" w:sz="24" w:space="0" w:color="C17529" w:themeColor="accent6"/>
        <w:bottom w:val="single" w:sz="24" w:space="0" w:color="C17529" w:themeColor="accent6"/>
        <w:right w:val="single" w:sz="24" w:space="0" w:color="C17529" w:themeColor="accent6"/>
      </w:tblBorders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0A22E" w:themeColor="accent1"/>
        <w:bottom w:val="single" w:sz="4" w:space="0" w:color="F0A22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A22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A5644E" w:themeColor="accent2"/>
        <w:bottom w:val="single" w:sz="4" w:space="0" w:color="A5644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5644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B58B80" w:themeColor="accent3"/>
        <w:bottom w:val="single" w:sz="4" w:space="0" w:color="B58B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58B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C3986D" w:themeColor="accent4"/>
        <w:bottom w:val="single" w:sz="4" w:space="0" w:color="C3986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3986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A19574" w:themeColor="accent5"/>
        <w:bottom w:val="single" w:sz="4" w:space="0" w:color="A1957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1957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C17529" w:themeColor="accent6"/>
        <w:bottom w:val="single" w:sz="4" w:space="0" w:color="C1752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1752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22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22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22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22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44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44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44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44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8B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8B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8B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8B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986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986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986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986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957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957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957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957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752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752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752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752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B12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B127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  <w:insideV w:val="single" w:sz="8" w:space="0" w:color="F3B862" w:themeColor="accent1" w:themeTint="BF"/>
      </w:tblBorders>
    </w:tblPr>
    <w:tcPr>
      <w:shd w:val="clear" w:color="auto" w:fill="FBE7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86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  <w:insideV w:val="single" w:sz="8" w:space="0" w:color="BE8977" w:themeColor="accent2" w:themeTint="BF"/>
      </w:tblBorders>
    </w:tblPr>
    <w:tcPr>
      <w:shd w:val="clear" w:color="auto" w:fill="E9D8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897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  <w:insideV w:val="single" w:sz="8" w:space="0" w:color="C7A79F" w:themeColor="accent3" w:themeTint="BF"/>
      </w:tblBorders>
    </w:tblPr>
    <w:tcPr>
      <w:shd w:val="clear" w:color="auto" w:fill="ECE2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A79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  <w:insideV w:val="single" w:sz="8" w:space="0" w:color="D2B191" w:themeColor="accent4" w:themeTint="BF"/>
      </w:tblBorders>
    </w:tblPr>
    <w:tcPr>
      <w:shd w:val="clear" w:color="auto" w:fill="F0E5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B1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  <w:insideV w:val="single" w:sz="8" w:space="0" w:color="B8AF96" w:themeColor="accent5" w:themeTint="BF"/>
      </w:tblBorders>
    </w:tblPr>
    <w:tcPr>
      <w:shd w:val="clear" w:color="auto" w:fill="E7E4D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AF9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  <w:insideV w:val="single" w:sz="8" w:space="0" w:color="DA9754" w:themeColor="accent6" w:themeTint="BF"/>
      </w:tblBorders>
    </w:tblPr>
    <w:tcPr>
      <w:shd w:val="clear" w:color="auto" w:fill="F3D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97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cPr>
      <w:shd w:val="clear" w:color="auto" w:fill="FBE7C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5" w:themeFill="accent1" w:themeFillTint="33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tcBorders>
          <w:insideH w:val="single" w:sz="6" w:space="0" w:color="F0A22E" w:themeColor="accent1"/>
          <w:insideV w:val="single" w:sz="6" w:space="0" w:color="F0A22E" w:themeColor="accent1"/>
        </w:tcBorders>
        <w:shd w:val="clear" w:color="auto" w:fill="F7D09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cPr>
      <w:shd w:val="clear" w:color="auto" w:fill="E9D8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FDA" w:themeFill="accent2" w:themeFillTint="33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tcBorders>
          <w:insideH w:val="single" w:sz="6" w:space="0" w:color="A5644E" w:themeColor="accent2"/>
          <w:insideV w:val="single" w:sz="6" w:space="0" w:color="A5644E" w:themeColor="accent2"/>
        </w:tcBorders>
        <w:shd w:val="clear" w:color="auto" w:fill="D4B0A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cPr>
      <w:shd w:val="clear" w:color="auto" w:fill="ECE2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7E5" w:themeFill="accent3" w:themeFillTint="33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tcBorders>
          <w:insideH w:val="single" w:sz="6" w:space="0" w:color="B58B80" w:themeColor="accent3"/>
          <w:insideV w:val="single" w:sz="6" w:space="0" w:color="B58B80" w:themeColor="accent3"/>
        </w:tcBorders>
        <w:shd w:val="clear" w:color="auto" w:fill="DAC4B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cPr>
      <w:shd w:val="clear" w:color="auto" w:fill="F0E5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AE1" w:themeFill="accent4" w:themeFillTint="33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tcBorders>
          <w:insideH w:val="single" w:sz="6" w:space="0" w:color="C3986D" w:themeColor="accent4"/>
          <w:insideV w:val="single" w:sz="6" w:space="0" w:color="C3986D" w:themeColor="accent4"/>
        </w:tcBorders>
        <w:shd w:val="clear" w:color="auto" w:fill="E1CB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cPr>
      <w:shd w:val="clear" w:color="auto" w:fill="E7E4D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9E3" w:themeFill="accent5" w:themeFillTint="33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tcBorders>
          <w:insideH w:val="single" w:sz="6" w:space="0" w:color="A19574" w:themeColor="accent5"/>
          <w:insideV w:val="single" w:sz="6" w:space="0" w:color="A19574" w:themeColor="accent5"/>
        </w:tcBorders>
        <w:shd w:val="clear" w:color="auto" w:fill="D0CAB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cPr>
      <w:shd w:val="clear" w:color="auto" w:fill="F3D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3D1" w:themeFill="accent6" w:themeFillTint="33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tcBorders>
          <w:insideH w:val="single" w:sz="6" w:space="0" w:color="C17529" w:themeColor="accent6"/>
          <w:insideV w:val="single" w:sz="6" w:space="0" w:color="C17529" w:themeColor="accent6"/>
        </w:tcBorders>
        <w:shd w:val="clear" w:color="auto" w:fill="E7B9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7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09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09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D8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B0A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B0A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2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C4B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C4B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5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CB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CBB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4D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AB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AB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D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B9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B98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22E" w:themeColor="accen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shd w:val="clear" w:color="auto" w:fill="FBE7C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44E" w:themeColor="accent2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shd w:val="clear" w:color="auto" w:fill="E9D8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8B80" w:themeColor="accent3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shd w:val="clear" w:color="auto" w:fill="ECE2D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986D" w:themeColor="accent4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shd w:val="clear" w:color="auto" w:fill="F0E5D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9574" w:themeColor="accent5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shd w:val="clear" w:color="auto" w:fill="E7E4D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7529" w:themeColor="accent6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shd w:val="clear" w:color="auto" w:fill="F3DC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22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22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22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7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44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44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D8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8B8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8B8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2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98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98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5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957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957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4D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752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752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7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D8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2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5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B12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B127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B127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B127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B1277"/>
    <w:pPr>
      <w:spacing w:before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B1277"/>
  </w:style>
  <w:style w:type="character" w:styleId="PageNumber">
    <w:name w:val="page number"/>
    <w:basedOn w:val="DefaultParagraphFont"/>
    <w:uiPriority w:val="99"/>
    <w:semiHidden/>
    <w:unhideWhenUsed/>
    <w:rsid w:val="003B1277"/>
  </w:style>
  <w:style w:type="table" w:styleId="PlainTable1">
    <w:name w:val="Plain Table 1"/>
    <w:basedOn w:val="TableNormal"/>
    <w:uiPriority w:val="41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B1277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B1277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127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B127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B127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B127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B1277"/>
  </w:style>
  <w:style w:type="paragraph" w:styleId="Signature">
    <w:name w:val="Signature"/>
    <w:basedOn w:val="Normal"/>
    <w:link w:val="Signature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B1277"/>
  </w:style>
  <w:style w:type="character" w:styleId="Strong">
    <w:name w:val="Strong"/>
    <w:basedOn w:val="DefaultParagraphFont"/>
    <w:uiPriority w:val="22"/>
    <w:semiHidden/>
    <w:unhideWhenUsed/>
    <w:qFormat/>
    <w:rsid w:val="00B92280"/>
    <w:rPr>
      <w:b/>
      <w:bCs/>
      <w:color w:val="3A2C24" w:themeColor="text2" w:themeShade="BF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B127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B127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B1277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B1277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B1277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B127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B127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B1277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B1277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B1277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B1277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B127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B1277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B1277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B1277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B1277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B1277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B127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B127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B1277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B127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B127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B127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B1277"/>
  </w:style>
  <w:style w:type="table" w:styleId="TableProfessional">
    <w:name w:val="Table Professional"/>
    <w:basedOn w:val="TableNormal"/>
    <w:uiPriority w:val="99"/>
    <w:semiHidden/>
    <w:unhideWhenUsed/>
    <w:rsid w:val="003B127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B127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B127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B127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B127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B1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B1277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B922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9228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B922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922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922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922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9228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9228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9228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9228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2280"/>
    <w:pPr>
      <w:spacing w:before="240"/>
      <w:contextualSpacing w:val="0"/>
      <w:outlineLvl w:val="9"/>
    </w:pPr>
    <w:rPr>
      <w:color w:val="855309" w:themeColor="accent1" w:themeShade="80"/>
      <w:sz w:val="32"/>
      <w:szCs w:val="32"/>
    </w:rPr>
  </w:style>
  <w:style w:type="paragraph" w:customStyle="1" w:styleId="EventName">
    <w:name w:val="Event Name"/>
    <w:basedOn w:val="Normal"/>
    <w:uiPriority w:val="4"/>
    <w:qFormat/>
    <w:rsid w:val="00545036"/>
    <w:pPr>
      <w:spacing w:before="0"/>
    </w:pPr>
    <w:rPr>
      <w:i/>
      <w:sz w:val="24"/>
    </w:rPr>
  </w:style>
  <w:style w:type="paragraph" w:customStyle="1" w:styleId="Image">
    <w:name w:val="Image"/>
    <w:basedOn w:val="Normal"/>
    <w:uiPriority w:val="2"/>
    <w:qFormat/>
    <w:rsid w:val="002226A8"/>
    <w:pPr>
      <w:spacing w:before="0" w:after="12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cator\AppData\Roaming\Microsoft\Templates\Event%20menu%20(Simple%20design).dotx" TargetMode="External"/></Relationships>
</file>

<file path=word/theme/theme1.xml><?xml version="1.0" encoding="utf-8"?>
<a:theme xmlns:a="http://schemas.openxmlformats.org/drawingml/2006/main" name="Office Theme">
  <a:themeElements>
    <a:clrScheme name="Restaurant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17448D"/>
      </a:hlink>
      <a:folHlink>
        <a:srgbClr val="4E1E29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889AD8DB-8A10-4A82-BBE5-700D97506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131DE-9486-4EFA-8D30-C3E5A64F6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16ABF-D21B-4B9E-941C-358EF3F23EF0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4f35948-e619-41b3-aa29-22878b09cfd2"/>
    <ds:schemaRef ds:uri="http://schemas.microsoft.com/office/infopath/2007/PartnerControls"/>
    <ds:schemaRef ds:uri="http://schemas.openxmlformats.org/package/2006/metadata/core-properties"/>
    <ds:schemaRef ds:uri="40262f94-9f35-4ac3-9a90-690165a166b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menu (Simple design)</Template>
  <TotalTime>168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5</cp:revision>
  <dcterms:created xsi:type="dcterms:W3CDTF">2017-06-19T01:09:00Z</dcterms:created>
  <dcterms:modified xsi:type="dcterms:W3CDTF">2017-07-14T01:15:00Z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